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0D8E4747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9763F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2BA30F3D" w:rsidR="00DD29C3" w:rsidRPr="001B629E" w:rsidRDefault="0089763F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34540A8D" w:rsidR="00DD29C3" w:rsidRPr="001B629E" w:rsidRDefault="0089763F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316E812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89763F">
        <w:rPr>
          <w:rFonts w:asciiTheme="majorHAnsi" w:eastAsia="Times New Roman" w:hAnsiTheme="majorHAnsi" w:cs="Times New Roman"/>
          <w:highlight w:val="green"/>
          <w:lang w:eastAsia="cs-CZ"/>
        </w:rPr>
        <w:t>Poskytovate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89763F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57196" w14:textId="58E0E38D" w:rsidR="0089763F" w:rsidRDefault="00897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0ED6936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214463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22D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4C5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9763F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7E0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5F172D-8F14-4F26-AA17-354D7FA5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2024-01-25T09:46:00Z</dcterms:created>
  <dcterms:modified xsi:type="dcterms:W3CDTF">2025-11-05T10:13:00Z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